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B72" w:rsidRPr="00BA3A43" w:rsidRDefault="005D6D73">
      <w:pPr>
        <w:rPr>
          <w:b/>
        </w:rPr>
      </w:pPr>
      <w:r w:rsidRPr="00BA3A43">
        <w:rPr>
          <w:b/>
        </w:rPr>
        <w:t xml:space="preserve">Kaurna Playing Cards blurb </w:t>
      </w:r>
    </w:p>
    <w:p w:rsidR="005D6D73" w:rsidRDefault="005D6D73"/>
    <w:p w:rsidR="005D6D73" w:rsidRDefault="005D6D73">
      <w:r>
        <w:t xml:space="preserve">This is a ‘standard’ set of playing cards, except that the language is Kaurna and the suits are a </w:t>
      </w:r>
      <w:r w:rsidR="00BA3A43">
        <w:t xml:space="preserve">Kaurna </w:t>
      </w:r>
      <w:r>
        <w:t>cultural adaptation.</w:t>
      </w:r>
    </w:p>
    <w:p w:rsidR="005D6D73" w:rsidRDefault="005D6D73">
      <w:r>
        <w:t xml:space="preserve">Playing cards originated in China </w:t>
      </w:r>
      <w:r w:rsidR="00884124">
        <w:t>over</w:t>
      </w:r>
      <w:r>
        <w:t xml:space="preserve"> 1,000 years ago. They reached Europe via Egypt about 660 ye</w:t>
      </w:r>
      <w:r w:rsidR="00CF1ED9">
        <w:t>ars ago. Playing card suit</w:t>
      </w:r>
      <w:r>
        <w:t xml:space="preserve">s have changed over the years. In </w:t>
      </w:r>
      <w:proofErr w:type="spellStart"/>
      <w:r>
        <w:t>Mamaluke</w:t>
      </w:r>
      <w:proofErr w:type="spellEnd"/>
      <w:r>
        <w:t xml:space="preserve"> Egypt they were goblets, gold coins, swords and polo sticks. In Europe the polo sticks became batons or staves, and to this day </w:t>
      </w:r>
      <w:r w:rsidR="00513265">
        <w:t>these</w:t>
      </w:r>
      <w:r w:rsidR="00CF1ED9">
        <w:t xml:space="preserve"> are the traditional </w:t>
      </w:r>
      <w:proofErr w:type="spellStart"/>
      <w:r w:rsidR="00CF1ED9">
        <w:t>suit</w:t>
      </w:r>
      <w:r>
        <w:t>marks</w:t>
      </w:r>
      <w:proofErr w:type="spellEnd"/>
      <w:r>
        <w:t xml:space="preserve"> on Italian and Spanish cards. On German cards they became acorns, leaves, hearts and bells</w:t>
      </w:r>
      <w:r w:rsidR="00CF1ED9">
        <w:t xml:space="preserve">. </w:t>
      </w:r>
      <w:r w:rsidR="00EB04A2" w:rsidRPr="00EB04A2">
        <w:t>In the</w:t>
      </w:r>
      <w:r w:rsidR="00EB04A2" w:rsidRPr="00EB04A2">
        <w:t xml:space="preserve"> International Y</w:t>
      </w:r>
      <w:r w:rsidR="00EB04A2" w:rsidRPr="00EB04A2">
        <w:t xml:space="preserve">ear of Indigenous Languages, we have </w:t>
      </w:r>
      <w:r w:rsidR="00CF1ED9" w:rsidRPr="00EB04A2">
        <w:t xml:space="preserve">adopted </w:t>
      </w:r>
      <w:r w:rsidR="00CF1ED9">
        <w:t xml:space="preserve">a set of </w:t>
      </w:r>
      <w:proofErr w:type="spellStart"/>
      <w:r w:rsidR="00CF1ED9">
        <w:t>suit</w:t>
      </w:r>
      <w:r>
        <w:t>marks</w:t>
      </w:r>
      <w:proofErr w:type="spellEnd"/>
      <w:r>
        <w:t xml:space="preserve"> that celebrate Kaurna culture:</w:t>
      </w:r>
    </w:p>
    <w:p w:rsidR="005D6D73" w:rsidRDefault="005D6D73"/>
    <w:p w:rsidR="005D6D73" w:rsidRDefault="005D6D73">
      <w:proofErr w:type="spellStart"/>
      <w:r>
        <w:t>Murlapaka</w:t>
      </w:r>
      <w:proofErr w:type="spellEnd"/>
      <w:r>
        <w:t xml:space="preserve"> (Kaurna shield) = hearts</w:t>
      </w:r>
      <w:r w:rsidR="00513265">
        <w:t xml:space="preserve"> [INSERT MINI IMAGE]</w:t>
      </w:r>
    </w:p>
    <w:p w:rsidR="005D6D73" w:rsidRDefault="00BA3A43">
      <w:proofErr w:type="spellStart"/>
      <w:r>
        <w:t>Tamiaku</w:t>
      </w:r>
      <w:proofErr w:type="spellEnd"/>
      <w:r>
        <w:t xml:space="preserve"> (stone axe) = diamonds</w:t>
      </w:r>
      <w:r w:rsidR="00513265">
        <w:t xml:space="preserve"> [INSERT MINI IMAGE]</w:t>
      </w:r>
    </w:p>
    <w:p w:rsidR="00BA3A43" w:rsidRDefault="00BA3A43">
      <w:proofErr w:type="spellStart"/>
      <w:r>
        <w:t>Wirri</w:t>
      </w:r>
      <w:proofErr w:type="spellEnd"/>
      <w:r>
        <w:t xml:space="preserve"> (club) = clubs</w:t>
      </w:r>
      <w:r w:rsidR="00513265">
        <w:t xml:space="preserve"> [INSERT MINI IMAGE]</w:t>
      </w:r>
    </w:p>
    <w:p w:rsidR="00BA3A43" w:rsidRDefault="00BA3A43">
      <w:r>
        <w:t>Kuru (</w:t>
      </w:r>
      <w:proofErr w:type="spellStart"/>
      <w:r>
        <w:t>coolamon</w:t>
      </w:r>
      <w:proofErr w:type="spellEnd"/>
      <w:r>
        <w:t>) = spades</w:t>
      </w:r>
      <w:r w:rsidR="00513265">
        <w:t xml:space="preserve"> [INSERT MINI IMAGE]</w:t>
      </w:r>
    </w:p>
    <w:p w:rsidR="00BA3A43" w:rsidRDefault="00BA3A43"/>
    <w:p w:rsidR="00BA3A43" w:rsidRDefault="00BA3A43">
      <w:proofErr w:type="spellStart"/>
      <w:r>
        <w:t>Murlawirrapurka</w:t>
      </w:r>
      <w:proofErr w:type="spellEnd"/>
      <w:r>
        <w:t xml:space="preserve"> (King John) = King</w:t>
      </w:r>
      <w:r w:rsidR="00513265">
        <w:t xml:space="preserve"> [INSERT MINI IMAGE]</w:t>
      </w:r>
    </w:p>
    <w:p w:rsidR="00BA3A43" w:rsidRDefault="00BA3A43">
      <w:proofErr w:type="spellStart"/>
      <w:r>
        <w:t>Ivarrityi</w:t>
      </w:r>
      <w:proofErr w:type="spellEnd"/>
      <w:r>
        <w:t xml:space="preserve"> (Princess Amelia) = Queen</w:t>
      </w:r>
      <w:r w:rsidR="00513265">
        <w:t xml:space="preserve"> [INSERT MINI IMAGE]</w:t>
      </w:r>
    </w:p>
    <w:p w:rsidR="00BA3A43" w:rsidRDefault="00BA3A43">
      <w:proofErr w:type="spellStart"/>
      <w:r>
        <w:t>Kadlitpina</w:t>
      </w:r>
      <w:proofErr w:type="spellEnd"/>
      <w:r>
        <w:t xml:space="preserve"> (Captain Jack) = Jack</w:t>
      </w:r>
      <w:r w:rsidR="00513265">
        <w:t xml:space="preserve"> [INSERT MINI IMAGE]</w:t>
      </w:r>
      <w:bookmarkStart w:id="0" w:name="_GoBack"/>
      <w:bookmarkEnd w:id="0"/>
    </w:p>
    <w:p w:rsidR="00BA3A43" w:rsidRDefault="00BA3A43">
      <w:r>
        <w:t>Jack Kanya Buckskin = Joker</w:t>
      </w:r>
      <w:r w:rsidR="00513265">
        <w:t xml:space="preserve"> [INSERT MINI IMAGE]</w:t>
      </w:r>
    </w:p>
    <w:p w:rsidR="00E551BB" w:rsidRDefault="00E551BB"/>
    <w:p w:rsidR="00E551BB" w:rsidRDefault="00E551BB">
      <w:r>
        <w:rPr>
          <w:noProof/>
          <w:lang w:eastAsia="en-AU"/>
        </w:rPr>
        <w:drawing>
          <wp:inline distT="0" distB="0" distL="0" distR="0">
            <wp:extent cx="517721" cy="5047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-KWP-logo_ed200px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138" cy="5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0C11">
        <w:rPr>
          <w:noProof/>
          <w:lang w:eastAsia="en-AU"/>
        </w:rPr>
        <w:drawing>
          <wp:inline distT="0" distB="0" distL="0" distR="0">
            <wp:extent cx="781050" cy="492662"/>
            <wp:effectExtent l="0" t="0" r="0" b="3175"/>
            <wp:docPr id="2" name="Picture 2" descr="S:\Arts\School_of_Humanities\KWP Documents\KWP\PublicRelations\Logos\Others\UofA 2019\uoa-logo-col-v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Arts\School_of_Humanities\KWP Documents\KWP\PublicRelations\Logos\Others\UofA 2019\uoa-logo-col-vert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306" cy="507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C11">
        <w:rPr>
          <w:noProof/>
          <w:lang w:eastAsia="en-AU"/>
        </w:rPr>
        <w:drawing>
          <wp:inline distT="0" distB="0" distL="0" distR="0" wp14:anchorId="06ECFEED" wp14:editId="4CFC75EE">
            <wp:extent cx="1676400" cy="4412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7091" cy="44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5066" w:rsidRPr="00445066">
        <w:rPr>
          <w:noProof/>
          <w:lang w:eastAsia="en-AU"/>
        </w:rPr>
        <w:t xml:space="preserve"> </w:t>
      </w:r>
      <w:r w:rsidR="00EB04A2">
        <w:rPr>
          <w:noProof/>
          <w:lang w:eastAsia="en-AU"/>
        </w:rPr>
        <w:t xml:space="preserve"> </w:t>
      </w:r>
      <w:r w:rsidR="00445066">
        <w:rPr>
          <w:noProof/>
          <w:lang w:eastAsia="en-AU"/>
        </w:rPr>
        <w:drawing>
          <wp:inline distT="0" distB="0" distL="0" distR="0" wp14:anchorId="7ACC30AB" wp14:editId="2E77C855">
            <wp:extent cx="42862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8643" cy="42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04A2">
        <w:rPr>
          <w:noProof/>
          <w:lang w:eastAsia="en-AU"/>
        </w:rPr>
        <w:t xml:space="preserve">   </w:t>
      </w:r>
      <w:r w:rsidR="00EB04A2">
        <w:rPr>
          <w:noProof/>
          <w:color w:val="C00000"/>
          <w:lang w:eastAsia="en-AU"/>
        </w:rPr>
        <w:drawing>
          <wp:inline distT="0" distB="0" distL="0" distR="0" wp14:anchorId="3EB54101" wp14:editId="4A8B8A05">
            <wp:extent cx="1573209" cy="437515"/>
            <wp:effectExtent l="0" t="0" r="825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882" cy="44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6D73" w:rsidRDefault="005D6D73"/>
    <w:sectPr w:rsidR="005D6D73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D73"/>
    <w:rsid w:val="002E0053"/>
    <w:rsid w:val="00445066"/>
    <w:rsid w:val="00513265"/>
    <w:rsid w:val="00550C11"/>
    <w:rsid w:val="005D6D73"/>
    <w:rsid w:val="00884124"/>
    <w:rsid w:val="0093774E"/>
    <w:rsid w:val="00BA3A43"/>
    <w:rsid w:val="00CF1ED9"/>
    <w:rsid w:val="00E551BB"/>
    <w:rsid w:val="00EB04A2"/>
    <w:rsid w:val="00E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04E7B9DD-4DF6-4769-BB68-2F229510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7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F960A3FD.dotm</Template>
  <TotalTime>6</TotalTime>
  <Pages>1</Pages>
  <Words>177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Amery</dc:creator>
  <cp:keywords/>
  <dc:description/>
  <cp:lastModifiedBy>Robert Amery</cp:lastModifiedBy>
  <cp:revision>3</cp:revision>
  <cp:lastPrinted>2019-10-14T03:10:00Z</cp:lastPrinted>
  <dcterms:created xsi:type="dcterms:W3CDTF">2019-10-14T03:44:00Z</dcterms:created>
  <dcterms:modified xsi:type="dcterms:W3CDTF">2019-10-16T04:27:00Z</dcterms:modified>
</cp:coreProperties>
</file>